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735"/>
        <w:gridCol w:w="1125"/>
        <w:gridCol w:w="1035"/>
        <w:gridCol w:w="1185"/>
        <w:gridCol w:w="296"/>
        <w:gridCol w:w="904"/>
        <w:gridCol w:w="1021"/>
        <w:gridCol w:w="659"/>
        <w:gridCol w:w="600"/>
        <w:gridCol w:w="179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中央转移支付乡村产业振兴带头人培育“头雁”项目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中共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北京市委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农村工作委员会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1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人才工作处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5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程序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1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55525096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exact"/>
          <w:jc w:val="center"/>
        </w:trPr>
        <w:tc>
          <w:tcPr>
            <w:tcW w:w="13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2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1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5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培育乡村产业振兴带头人100人</w:t>
            </w:r>
          </w:p>
        </w:tc>
        <w:tc>
          <w:tcPr>
            <w:tcW w:w="31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培育乡村产业振兴带头人10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5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5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5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乡村产业振兴带头人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104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5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≤200万元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140万元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5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资金使用重大违纪违规问题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违纪违规问题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违纪违规问题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5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5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着力强化首都乡村振兴战略人才支撑、推进产业融合、运用先进农业科技等方面发挥主导与带动作用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5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学员满意度</w:t>
            </w:r>
          </w:p>
        </w:tc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85%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99%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hmMWU3ZDQ1ZWExODhmYTJiOWJmMTVkMDM2NTQzMj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1D141B8"/>
    <w:rsid w:val="0FEA282E"/>
    <w:rsid w:val="10FB1AA8"/>
    <w:rsid w:val="12AA7B7B"/>
    <w:rsid w:val="162B4F07"/>
    <w:rsid w:val="1B747266"/>
    <w:rsid w:val="1E140927"/>
    <w:rsid w:val="1EF01F45"/>
    <w:rsid w:val="2BFA5278"/>
    <w:rsid w:val="2BFFB07F"/>
    <w:rsid w:val="2C091017"/>
    <w:rsid w:val="2FD7515C"/>
    <w:rsid w:val="31778799"/>
    <w:rsid w:val="34CE54F3"/>
    <w:rsid w:val="37173543"/>
    <w:rsid w:val="3BBB1618"/>
    <w:rsid w:val="3F4F5985"/>
    <w:rsid w:val="3FEBE561"/>
    <w:rsid w:val="3FF76880"/>
    <w:rsid w:val="48783354"/>
    <w:rsid w:val="4EDE668B"/>
    <w:rsid w:val="57EF4CB5"/>
    <w:rsid w:val="5D0D5760"/>
    <w:rsid w:val="60FD199A"/>
    <w:rsid w:val="677671A1"/>
    <w:rsid w:val="685A617B"/>
    <w:rsid w:val="7141732E"/>
    <w:rsid w:val="73C60B68"/>
    <w:rsid w:val="7AB7FF50"/>
    <w:rsid w:val="7AD8BFED"/>
    <w:rsid w:val="7ADB05A0"/>
    <w:rsid w:val="7BFEB0DB"/>
    <w:rsid w:val="7C4D556D"/>
    <w:rsid w:val="BFF32041"/>
    <w:rsid w:val="CEFD3F3D"/>
    <w:rsid w:val="DDFBDA48"/>
    <w:rsid w:val="DEDD221A"/>
    <w:rsid w:val="EA3F77F2"/>
    <w:rsid w:val="EEFE5989"/>
    <w:rsid w:val="EFCF3EAE"/>
    <w:rsid w:val="F4DB5FEF"/>
    <w:rsid w:val="F5B764A2"/>
    <w:rsid w:val="F77F09F4"/>
    <w:rsid w:val="FFD7BFFC"/>
    <w:rsid w:val="FFFA6B0F"/>
    <w:rsid w:val="FFFF9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165</Words>
  <Characters>941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独行de猪</cp:lastModifiedBy>
  <cp:lastPrinted>2022-03-25T18:01:00Z</cp:lastPrinted>
  <dcterms:modified xsi:type="dcterms:W3CDTF">2024-05-16T09:51:21Z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3271BE28F42840A88D72EDF65F73C555_13</vt:lpwstr>
  </property>
</Properties>
</file>